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130733" w:rsidP="006C2343">
      <w:pPr>
        <w:pStyle w:val="Titul2"/>
        <w:rPr>
          <w:highlight w:val="green"/>
        </w:rPr>
      </w:pPr>
      <w:r>
        <w:t>„</w:t>
      </w:r>
      <w:r w:rsidRPr="00F5612C">
        <w:t xml:space="preserve">Modernizace a elektrizace trati Hrušovany u Brna – Židlochovice“, návrh </w:t>
      </w:r>
      <w:r w:rsidR="00E73B48">
        <w:t xml:space="preserve">řešení </w:t>
      </w:r>
      <w:r w:rsidRPr="00F5612C">
        <w:t>protihlukové ochrany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30733" w:rsidRPr="00130733">
        <w:t xml:space="preserve">07. 02. </w:t>
      </w:r>
      <w:r w:rsidRPr="00130733">
        <w:t>20</w:t>
      </w:r>
      <w:r w:rsidR="00A616BE" w:rsidRPr="00130733">
        <w:t>2</w:t>
      </w:r>
      <w:r w:rsidR="00130733" w:rsidRPr="00130733">
        <w:t>2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A03F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C60A9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  <w:bookmarkStart w:id="10" w:name="_GoBack"/>
      <w:bookmarkEnd w:id="10"/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1C5F41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1C5F41">
        <w:t xml:space="preserve">rozhodnutí </w:t>
      </w:r>
      <w:r w:rsidR="000B48A8" w:rsidRPr="001C5F41">
        <w:t>Objednatele</w:t>
      </w:r>
      <w:r w:rsidRPr="001C5F41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</w:t>
      </w:r>
      <w:r w:rsidR="00F767D9">
        <w:t>ě ve formátu *.</w:t>
      </w:r>
      <w:proofErr w:type="spellStart"/>
      <w:r w:rsidR="00F767D9">
        <w:t>xls</w:t>
      </w:r>
      <w:proofErr w:type="spellEnd"/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1C5F41">
        <w:t xml:space="preserve">přijat </w:t>
      </w:r>
      <w:r w:rsidR="00906F80" w:rsidRPr="001C5F41">
        <w:t>Objednatelem</w:t>
      </w:r>
      <w:r w:rsidRPr="001C5F41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F8" w:rsidRDefault="007E43F8" w:rsidP="00962258">
      <w:pPr>
        <w:spacing w:after="0" w:line="240" w:lineRule="auto"/>
      </w:pPr>
      <w:r>
        <w:separator/>
      </w:r>
    </w:p>
  </w:endnote>
  <w:endnote w:type="continuationSeparator" w:id="0">
    <w:p w:rsidR="007E43F8" w:rsidRDefault="007E43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FA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FA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1C5F41" w:rsidRDefault="001C5F41" w:rsidP="00C87634">
          <w:pPr>
            <w:pStyle w:val="Zpatvlevo"/>
          </w:pPr>
          <w:r>
            <w:t xml:space="preserve">„Modernizace a elektrizace trati Hrušovany u Brna – Židlochovice“, návrh řešení protihlukové ochrany </w:t>
          </w:r>
        </w:p>
        <w:p w:rsidR="00CF0EF4" w:rsidRDefault="00A03FA5" w:rsidP="00C87634">
          <w:pPr>
            <w:pStyle w:val="Zpatvlevo"/>
          </w:pPr>
          <w:r>
            <w:t>Díl 4 – Soupis prací s výkazem výměr</w:t>
          </w:r>
        </w:p>
        <w:p w:rsidR="00CF0EF4" w:rsidRPr="003462EB" w:rsidRDefault="001C5F41" w:rsidP="00C87634">
          <w:pPr>
            <w:pStyle w:val="Zpatvlevo"/>
          </w:pPr>
          <w:r>
            <w:t>Komentář k 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1C5F41" w:rsidRDefault="001C5F41" w:rsidP="001C5F41">
          <w:pPr>
            <w:pStyle w:val="Zpatvlevo"/>
            <w:jc w:val="right"/>
          </w:pPr>
          <w:r>
            <w:t xml:space="preserve">„Modernizace a elektrizace trati Hrušovany u Brna – Židlochovice“, návrh řešení protihlukové ochrany </w:t>
          </w:r>
        </w:p>
        <w:p w:rsidR="001C5F41" w:rsidRDefault="00A03FA5" w:rsidP="001C5F41">
          <w:pPr>
            <w:pStyle w:val="Zpatvlevo"/>
            <w:jc w:val="right"/>
          </w:pPr>
          <w:r>
            <w:t>Díl 4 – Soupis prací s výkazem výměr</w:t>
          </w:r>
        </w:p>
        <w:p w:rsidR="00CF0EF4" w:rsidRPr="003462EB" w:rsidRDefault="001C5F41" w:rsidP="001C5F41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FA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FA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F8" w:rsidRDefault="007E43F8" w:rsidP="00962258">
      <w:pPr>
        <w:spacing w:after="0" w:line="240" w:lineRule="auto"/>
      </w:pPr>
      <w:r>
        <w:separator/>
      </w:r>
    </w:p>
  </w:footnote>
  <w:footnote w:type="continuationSeparator" w:id="0">
    <w:p w:rsidR="007E43F8" w:rsidRDefault="007E43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A9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30733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5F41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3F8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3792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3FA5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C60A9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310D0"/>
    <w:rsid w:val="00E44045"/>
    <w:rsid w:val="00E618C4"/>
    <w:rsid w:val="00E7218A"/>
    <w:rsid w:val="00E73B48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767D9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2B4DBD"/>
  <w14:defaultImageDpi w14:val="32767"/>
  <w15:docId w15:val="{A088BA35-E9EE-4716-9E01-8489454F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10318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3BE4E6-7E26-4CF6-B4B1-5B17068B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275</TotalTime>
  <Pages>6</Pages>
  <Words>1833</Words>
  <Characters>10820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Bussinow Milan, Mgr., Ph.D.</dc:creator>
  <cp:lastModifiedBy>Přerovská Kamila, Ing.</cp:lastModifiedBy>
  <cp:revision>6</cp:revision>
  <cp:lastPrinted>2019-03-13T10:28:00Z</cp:lastPrinted>
  <dcterms:created xsi:type="dcterms:W3CDTF">2022-02-07T08:54:00Z</dcterms:created>
  <dcterms:modified xsi:type="dcterms:W3CDTF">2022-02-09T08:21:00Z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